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413F30E6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9D6D4A">
        <w:rPr>
          <w:rFonts w:ascii="Arial" w:hAnsi="Arial" w:cs="Arial"/>
          <w:lang w:val="en-CA"/>
        </w:rPr>
        <w:t>White Light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A6135D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0CD8E0E6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66D30805" w:rsidR="006F7531" w:rsidRPr="006F7531" w:rsidRDefault="007C1041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>White Light</w:t>
      </w:r>
      <w:r w:rsidR="00465524" w:rsidRPr="0070752E">
        <w:rPr>
          <w:rFonts w:ascii="Arial" w:hAnsi="Arial" w:cs="Arial"/>
          <w:lang w:val="en-CA"/>
        </w:rPr>
        <w:t xml:space="preserve"> models shall be available </w:t>
      </w:r>
      <w:r w:rsidR="00E23E9F">
        <w:rPr>
          <w:rFonts w:ascii="Arial" w:hAnsi="Arial" w:cs="Arial"/>
          <w:lang w:val="en-CA"/>
        </w:rPr>
        <w:t>with a</w:t>
      </w:r>
      <w:r>
        <w:rPr>
          <w:rFonts w:ascii="Arial" w:hAnsi="Arial" w:cs="Arial"/>
          <w:lang w:val="en-CA"/>
        </w:rPr>
        <w:t xml:space="preserve"> </w:t>
      </w:r>
      <w:r w:rsidR="00E23E9F">
        <w:rPr>
          <w:rFonts w:ascii="Arial" w:hAnsi="Arial" w:cs="Arial"/>
          <w:lang w:val="en-CA"/>
        </w:rPr>
        <w:t>colour temperature of ~</w:t>
      </w:r>
      <w:r>
        <w:rPr>
          <w:rFonts w:ascii="Arial" w:hAnsi="Arial" w:cs="Arial"/>
          <w:lang w:val="en-CA"/>
        </w:rPr>
        <w:t>6000k</w:t>
      </w:r>
      <w:r w:rsidR="00465524" w:rsidRPr="0070752E">
        <w:rPr>
          <w:rFonts w:ascii="Arial" w:hAnsi="Arial" w:cs="Arial"/>
          <w:lang w:val="en-CA"/>
        </w:rPr>
        <w:t>.</w:t>
      </w:r>
      <w:r w:rsidR="000A0856">
        <w:rPr>
          <w:rFonts w:ascii="Arial" w:hAnsi="Arial" w:cs="Arial"/>
          <w:lang w:val="en-CA"/>
        </w:rPr>
        <w:t xml:space="preserve"> Other </w:t>
      </w:r>
      <w:r w:rsidR="00BB7166">
        <w:rPr>
          <w:rFonts w:ascii="Arial" w:hAnsi="Arial" w:cs="Arial"/>
          <w:lang w:val="en-CA"/>
        </w:rPr>
        <w:t>colour temperatures</w:t>
      </w:r>
      <w:r w:rsidR="000A0856">
        <w:rPr>
          <w:rFonts w:ascii="Arial" w:hAnsi="Arial" w:cs="Arial"/>
          <w:lang w:val="en-CA"/>
        </w:rPr>
        <w:t xml:space="preserve">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E23E9F">
      <w:pPr>
        <w:pStyle w:val="ListParagraph"/>
        <w:rPr>
          <w:rFonts w:ascii="Arial" w:hAnsi="Arial" w:cs="Arial"/>
          <w:lang w:val="en-CA"/>
        </w:rPr>
      </w:pPr>
    </w:p>
    <w:p w14:paraId="54807767" w14:textId="334DA6A1" w:rsidR="001F10AF" w:rsidRDefault="00760120" w:rsidP="00E23E9F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A6135D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5532F7D7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1F5AE60A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1F10AF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8768CA">
        <w:rPr>
          <w:rFonts w:ascii="Arial" w:hAnsi="Arial" w:cs="Arial"/>
          <w:lang w:val="en-CA"/>
        </w:rPr>
        <w:t>8</w:t>
      </w:r>
      <w:r w:rsidR="00CE7F31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7E9B36D2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23931153" w:rsidR="00E14113" w:rsidRPr="00A9611B" w:rsidRDefault="00E14113" w:rsidP="00E23E9F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60F3B159" w:rsidR="000A0856" w:rsidRPr="00E23E9F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E23E9F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E23E9F">
        <w:rPr>
          <w:rStyle w:val="hps"/>
          <w:rFonts w:ascii="Arial" w:hAnsi="Arial" w:cs="Arial"/>
          <w:lang w:val="en-CA"/>
        </w:rPr>
        <w:t xml:space="preserve"> and the </w:t>
      </w:r>
      <w:r w:rsidR="000A0856" w:rsidRPr="00E23E9F">
        <w:rPr>
          <w:rStyle w:val="hps"/>
          <w:rFonts w:ascii="Arial" w:hAnsi="Arial"/>
        </w:rPr>
        <w:t xml:space="preserve">manufacturer shall guarantee that the </w:t>
      </w:r>
      <w:r w:rsidR="007C1041">
        <w:rPr>
          <w:rStyle w:val="hps"/>
          <w:rFonts w:ascii="Arial" w:hAnsi="Arial"/>
        </w:rPr>
        <w:t>White Light</w:t>
      </w:r>
      <w:r w:rsidR="000A0856" w:rsidRPr="00E23E9F">
        <w:rPr>
          <w:rStyle w:val="hps"/>
          <w:rFonts w:ascii="Arial" w:hAnsi="Arial"/>
        </w:rPr>
        <w:t xml:space="preserve"> 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E23E9F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1254CFF9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7E0FBC">
        <w:rPr>
          <w:rFonts w:ascii="Arial" w:hAnsi="Arial" w:cs="Arial"/>
          <w:iCs/>
          <w:lang w:val="en-CA"/>
        </w:rPr>
        <w:t>311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7E0FBC">
        <w:rPr>
          <w:rFonts w:ascii="Arial" w:hAnsi="Arial" w:cs="Arial"/>
          <w:iCs/>
          <w:lang w:val="en-CA"/>
        </w:rPr>
        <w:t>1020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5DE0B181" w14:textId="77777777" w:rsidR="006B3923" w:rsidRDefault="006B3923" w:rsidP="006B3923">
      <w:pPr>
        <w:ind w:left="1800"/>
        <w:rPr>
          <w:rFonts w:ascii="Arial" w:hAnsi="Arial" w:cs="Arial"/>
          <w:iCs/>
          <w:lang w:val="en-CA"/>
        </w:rPr>
      </w:pPr>
    </w:p>
    <w:p w14:paraId="061E9256" w14:textId="10067E8C" w:rsidR="006B3923" w:rsidRPr="00BE345E" w:rsidRDefault="006B392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Total Lumens: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11181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1F43539A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8768CA">
        <w:rPr>
          <w:rFonts w:ascii="Arial" w:hAnsi="Arial" w:cs="Arial"/>
          <w:iCs/>
          <w:lang w:val="en-CA"/>
        </w:rPr>
        <w:t xml:space="preserve">, 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59E57C6" w:rsidR="000469F9" w:rsidRPr="008802A8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A6135D">
        <w:rPr>
          <w:rFonts w:ascii="Arial" w:hAnsi="Arial" w:cs="Arial"/>
          <w:iCs/>
          <w:lang w:val="en-CA"/>
        </w:rPr>
        <w:t>PLATINUM Elite SMT LEDs</w:t>
      </w:r>
    </w:p>
    <w:p w14:paraId="66E53C26" w14:textId="77777777" w:rsidR="008802A8" w:rsidRPr="008802A8" w:rsidRDefault="008802A8" w:rsidP="008802A8">
      <w:pPr>
        <w:ind w:left="1800"/>
        <w:rPr>
          <w:rFonts w:ascii="Arial" w:hAnsi="Arial" w:cs="Arial"/>
          <w:lang w:val="en-CA"/>
        </w:rPr>
      </w:pPr>
    </w:p>
    <w:p w14:paraId="616B27DD" w14:textId="0341691B" w:rsidR="008802A8" w:rsidRPr="00207E8C" w:rsidRDefault="008802A8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  <w:bookmarkStart w:id="0" w:name="_GoBack"/>
      <w:bookmarkEnd w:id="0"/>
    </w:p>
    <w:p w14:paraId="2031D89F" w14:textId="4933AB6A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6B3923">
        <w:rPr>
          <w:rFonts w:ascii="Arial" w:hAnsi="Arial" w:cs="Arial"/>
          <w:iCs/>
          <w:lang w:val="en-CA"/>
        </w:rPr>
        <w:t xml:space="preserve"> ~</w:t>
      </w:r>
    </w:p>
    <w:p w14:paraId="17F60C88" w14:textId="77777777" w:rsidR="006B3923" w:rsidRDefault="006B3923" w:rsidP="006B3923">
      <w:pPr>
        <w:ind w:left="1800"/>
        <w:rPr>
          <w:rFonts w:ascii="Arial" w:hAnsi="Arial" w:cs="Arial"/>
          <w:iCs/>
          <w:lang w:val="en-CA"/>
        </w:rPr>
      </w:pPr>
    </w:p>
    <w:p w14:paraId="14BC542D" w14:textId="554B6A23" w:rsidR="006B3923" w:rsidRDefault="006B3923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1B5C21AD" w:rsidR="00207E8C" w:rsidRPr="00207E8C" w:rsidRDefault="00E23E9F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6F276E57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7E0FBC">
        <w:rPr>
          <w:rFonts w:ascii="Arial" w:hAnsi="Arial" w:cs="Arial"/>
          <w:iCs/>
          <w:lang w:val="en-CA"/>
        </w:rPr>
        <w:t>126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0286BD73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7E0FBC">
        <w:rPr>
          <w:rFonts w:ascii="Arial" w:hAnsi="Arial" w:cs="Arial"/>
          <w:iCs/>
          <w:lang w:val="en-CA"/>
        </w:rPr>
        <w:t>6</w:t>
      </w:r>
      <w:r w:rsidR="006B3923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7E0FBC">
        <w:rPr>
          <w:rFonts w:ascii="Arial" w:hAnsi="Arial" w:cs="Arial"/>
          <w:iCs/>
          <w:lang w:val="en-CA"/>
        </w:rPr>
        <w:t>13.2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29A98346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C1398E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2B78774F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7E0FBC">
        <w:rPr>
          <w:rFonts w:ascii="Arial" w:hAnsi="Arial" w:cs="Arial"/>
          <w:iCs/>
          <w:lang w:val="fr-CA"/>
        </w:rPr>
        <w:t>423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7E0FBC">
        <w:rPr>
          <w:rFonts w:ascii="Arial" w:hAnsi="Arial" w:cs="Arial"/>
          <w:iCs/>
          <w:lang w:val="fr-CA"/>
        </w:rPr>
        <w:t>226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C1398E">
        <w:rPr>
          <w:rFonts w:ascii="Arial" w:hAnsi="Arial" w:cs="Arial"/>
          <w:iCs/>
          <w:lang w:val="fr-CA"/>
        </w:rPr>
        <w:t>8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C1398E">
        <w:rPr>
          <w:rFonts w:ascii="Arial" w:hAnsi="Arial" w:cs="Arial"/>
          <w:iCs/>
          <w:lang w:val="fr-CA"/>
        </w:rPr>
        <w:t>1</w:t>
      </w:r>
      <w:r w:rsidR="007E0FBC">
        <w:rPr>
          <w:rFonts w:ascii="Arial" w:hAnsi="Arial" w:cs="Arial"/>
          <w:iCs/>
          <w:lang w:val="fr-CA"/>
        </w:rPr>
        <w:t>7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C1398E">
        <w:rPr>
          <w:rFonts w:ascii="Arial" w:hAnsi="Arial" w:cs="Arial"/>
          <w:iCs/>
          <w:lang w:val="fr-CA"/>
        </w:rPr>
        <w:t>9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8768CA">
        <w:rPr>
          <w:rFonts w:ascii="Arial" w:hAnsi="Arial" w:cs="Arial"/>
          <w:iCs/>
          <w:lang w:val="fr-CA"/>
        </w:rPr>
        <w:t>3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53DEDBF3" w:rsidR="00961A18" w:rsidRDefault="00E23E9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23E9F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E23E9F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27A8EB78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 xml:space="preserve">Manual buttons or </w:t>
      </w:r>
      <w:r w:rsidRPr="00E23E9F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1B049D16" w14:textId="77777777" w:rsidR="00E23E9F" w:rsidRPr="00961A18" w:rsidRDefault="00E23E9F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15E86060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9D6D4A">
        <w:rPr>
          <w:rFonts w:ascii="Arial" w:hAnsi="Arial" w:cs="Arial"/>
          <w:lang w:val="en-CA"/>
        </w:rPr>
        <w:t>White Light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E23E9F">
        <w:rPr>
          <w:rFonts w:ascii="Arial" w:hAnsi="Arial" w:cs="Arial"/>
          <w:lang w:val="en-CA"/>
        </w:rPr>
        <w:t>-</w:t>
      </w:r>
      <w:r w:rsidR="00E83D5C">
        <w:rPr>
          <w:rFonts w:ascii="Arial" w:hAnsi="Arial" w:cs="Arial"/>
          <w:lang w:val="en-CA"/>
        </w:rPr>
        <w:t>w</w:t>
      </w:r>
      <w:r w:rsidR="00C1398E">
        <w:rPr>
          <w:rFonts w:ascii="Arial" w:hAnsi="Arial" w:cs="Arial"/>
          <w:lang w:val="en-CA"/>
        </w:rPr>
        <w:t>8</w:t>
      </w:r>
      <w:r w:rsidR="00960A00">
        <w:rPr>
          <w:rFonts w:ascii="Arial" w:hAnsi="Arial" w:cs="Arial"/>
          <w:lang w:val="en-CA"/>
        </w:rPr>
        <w:t>-</w:t>
      </w:r>
      <w:r w:rsidR="007E0FBC">
        <w:rPr>
          <w:rFonts w:ascii="Arial" w:hAnsi="Arial" w:cs="Arial"/>
          <w:lang w:val="en-CA"/>
        </w:rPr>
        <w:t>3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18A02" w14:textId="77777777" w:rsidR="00DA1050" w:rsidRDefault="00DA1050">
      <w:r>
        <w:separator/>
      </w:r>
    </w:p>
  </w:endnote>
  <w:endnote w:type="continuationSeparator" w:id="0">
    <w:p w14:paraId="067C7003" w14:textId="77777777" w:rsidR="00DA1050" w:rsidRDefault="00DA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55E04" w14:textId="77777777" w:rsidR="00DA1050" w:rsidRDefault="00DA1050">
      <w:r>
        <w:separator/>
      </w:r>
    </w:p>
  </w:footnote>
  <w:footnote w:type="continuationSeparator" w:id="0">
    <w:p w14:paraId="0D4FEA72" w14:textId="77777777" w:rsidR="00DA1050" w:rsidRDefault="00DA1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E23E9F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E23E9F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77CEF3B8" w:rsidR="00BE01DF" w:rsidRPr="00E23E9F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E23E9F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570935" w:rsidRPr="00E23E9F">
            <w:rPr>
              <w:rFonts w:ascii="Arial" w:eastAsiaTheme="majorEastAsia" w:hAnsi="Arial" w:cs="Arial"/>
              <w:sz w:val="28"/>
              <w:szCs w:val="28"/>
              <w:lang w:val="en-CA"/>
            </w:rPr>
            <w:t>w</w:t>
          </w:r>
          <w:r w:rsidR="00C1398E" w:rsidRPr="00E23E9F">
            <w:rPr>
              <w:rFonts w:ascii="Arial" w:eastAsiaTheme="majorEastAsia" w:hAnsi="Arial" w:cs="Arial"/>
              <w:sz w:val="28"/>
              <w:szCs w:val="28"/>
              <w:lang w:val="en-CA"/>
            </w:rPr>
            <w:t>8</w:t>
          </w:r>
          <w:r w:rsidRPr="00E23E9F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49465F" w:rsidRPr="00E23E9F">
            <w:rPr>
              <w:rFonts w:ascii="Arial" w:eastAsiaTheme="majorEastAsia" w:hAnsi="Arial" w:cs="Arial"/>
              <w:sz w:val="28"/>
              <w:szCs w:val="28"/>
              <w:lang w:val="en-CA"/>
            </w:rPr>
            <w:t>3</w:t>
          </w:r>
          <w:r w:rsidRPr="00E23E9F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9D6D4A" w:rsidRPr="00E23E9F">
            <w:rPr>
              <w:rFonts w:ascii="Arial" w:eastAsiaTheme="majorEastAsia" w:hAnsi="Arial" w:cs="Arial"/>
              <w:sz w:val="28"/>
              <w:szCs w:val="28"/>
              <w:lang w:val="en-CA"/>
            </w:rPr>
            <w:t>White Light</w:t>
          </w:r>
          <w:r w:rsidRPr="00E23E9F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Illuminator Specification    </w:t>
          </w:r>
        </w:p>
        <w:p w14:paraId="4B226F07" w14:textId="0CE0364B" w:rsidR="00BE01DF" w:rsidRPr="00E23E9F" w:rsidRDefault="0049465F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E23E9F">
            <w:rPr>
              <w:rFonts w:ascii="Arial" w:hAnsi="Arial" w:cs="Arial"/>
              <w:sz w:val="24"/>
              <w:szCs w:val="28"/>
              <w:lang w:val="en-CA"/>
            </w:rPr>
            <w:t>35</w:t>
          </w:r>
          <w:r w:rsidR="00BE01DF" w:rsidRPr="00E23E9F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="007E0FBC" w:rsidRPr="00E23E9F">
            <w:rPr>
              <w:rFonts w:ascii="Arial" w:hAnsi="Arial" w:cs="Arial"/>
              <w:sz w:val="24"/>
              <w:szCs w:val="28"/>
              <w:lang w:val="en-CA"/>
            </w:rPr>
            <w:t>311</w:t>
          </w:r>
          <w:r w:rsidR="00BE01DF" w:rsidRPr="00E23E9F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E23E9F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E23E9F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E23E9F">
            <w:rPr>
              <w:rFonts w:ascii="Arial" w:hAnsi="Arial" w:cs="Arial"/>
              <w:sz w:val="24"/>
              <w:szCs w:val="28"/>
              <w:lang w:val="en-CA"/>
            </w:rPr>
            <w:t>115</w:t>
          </w:r>
          <w:r w:rsidR="00BD35E6" w:rsidRPr="00E23E9F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E23E9F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="007E0FBC" w:rsidRPr="00E23E9F">
            <w:rPr>
              <w:rFonts w:ascii="Arial" w:hAnsi="Arial" w:cs="Arial"/>
              <w:sz w:val="24"/>
              <w:szCs w:val="28"/>
              <w:lang w:val="en-CA"/>
            </w:rPr>
            <w:t>1020</w:t>
          </w:r>
          <w:r w:rsidR="00BE01DF" w:rsidRPr="00E23E9F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108F850F" w:rsidR="00BE01DF" w:rsidRPr="00E23E9F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E23E9F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8768CA" w:rsidRPr="00E23E9F">
            <w:rPr>
              <w:rFonts w:ascii="Arial" w:eastAsiaTheme="majorEastAsia" w:hAnsi="Arial" w:cs="Arial"/>
              <w:sz w:val="24"/>
              <w:szCs w:val="28"/>
              <w:lang w:val="en-CA"/>
            </w:rPr>
            <w:t>8</w:t>
          </w:r>
          <w:r w:rsidR="00CE523E" w:rsidRPr="00E23E9F">
            <w:rPr>
              <w:rFonts w:ascii="Arial" w:eastAsiaTheme="majorEastAsia" w:hAnsi="Arial" w:cs="Arial"/>
              <w:sz w:val="24"/>
              <w:szCs w:val="28"/>
              <w:lang w:val="en-CA"/>
            </w:rPr>
            <w:t>0</w:t>
          </w:r>
          <w:r w:rsidRPr="00E23E9F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97888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1F57A5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1069A"/>
    <w:rsid w:val="003115A5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E753F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9465F"/>
    <w:rsid w:val="004A3547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411C2"/>
    <w:rsid w:val="00570935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75FBB"/>
    <w:rsid w:val="006870E8"/>
    <w:rsid w:val="006871F4"/>
    <w:rsid w:val="00690AFC"/>
    <w:rsid w:val="006A1803"/>
    <w:rsid w:val="006A2290"/>
    <w:rsid w:val="006B0E4C"/>
    <w:rsid w:val="006B3923"/>
    <w:rsid w:val="006B573F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96669"/>
    <w:rsid w:val="007C1041"/>
    <w:rsid w:val="007D3161"/>
    <w:rsid w:val="007E0FBC"/>
    <w:rsid w:val="007E20B5"/>
    <w:rsid w:val="007F4973"/>
    <w:rsid w:val="00823052"/>
    <w:rsid w:val="00824864"/>
    <w:rsid w:val="00825226"/>
    <w:rsid w:val="008318EA"/>
    <w:rsid w:val="00847E29"/>
    <w:rsid w:val="008522EB"/>
    <w:rsid w:val="0087526B"/>
    <w:rsid w:val="0087559A"/>
    <w:rsid w:val="008768CA"/>
    <w:rsid w:val="008802A8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D0325"/>
    <w:rsid w:val="009D6D4A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6135D"/>
    <w:rsid w:val="00A74067"/>
    <w:rsid w:val="00A8689F"/>
    <w:rsid w:val="00A95F35"/>
    <w:rsid w:val="00A9611B"/>
    <w:rsid w:val="00AA1953"/>
    <w:rsid w:val="00AD7430"/>
    <w:rsid w:val="00AE731E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B7166"/>
    <w:rsid w:val="00BC0CB3"/>
    <w:rsid w:val="00BC2934"/>
    <w:rsid w:val="00BD35E6"/>
    <w:rsid w:val="00BE01DF"/>
    <w:rsid w:val="00BE345E"/>
    <w:rsid w:val="00BF5AFB"/>
    <w:rsid w:val="00C11C46"/>
    <w:rsid w:val="00C1398E"/>
    <w:rsid w:val="00C167D8"/>
    <w:rsid w:val="00C56C34"/>
    <w:rsid w:val="00C60F7B"/>
    <w:rsid w:val="00C92FE9"/>
    <w:rsid w:val="00CD3D61"/>
    <w:rsid w:val="00CD6B34"/>
    <w:rsid w:val="00CE523E"/>
    <w:rsid w:val="00CE53B5"/>
    <w:rsid w:val="00CE7F31"/>
    <w:rsid w:val="00CF404C"/>
    <w:rsid w:val="00CF7828"/>
    <w:rsid w:val="00D00FA2"/>
    <w:rsid w:val="00D22BDF"/>
    <w:rsid w:val="00D642FE"/>
    <w:rsid w:val="00DA0715"/>
    <w:rsid w:val="00DA1050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23E9F"/>
    <w:rsid w:val="00E30E94"/>
    <w:rsid w:val="00E34DDC"/>
    <w:rsid w:val="00E447C8"/>
    <w:rsid w:val="00E61770"/>
    <w:rsid w:val="00E63377"/>
    <w:rsid w:val="00E66629"/>
    <w:rsid w:val="00E76583"/>
    <w:rsid w:val="00E83D5C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8E016-B1A9-485B-AA18-C3E2FE793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6</TotalTime>
  <Pages>3</Pages>
  <Words>719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6</cp:revision>
  <cp:lastPrinted>2012-04-06T14:26:00Z</cp:lastPrinted>
  <dcterms:created xsi:type="dcterms:W3CDTF">2017-01-27T15:46:00Z</dcterms:created>
  <dcterms:modified xsi:type="dcterms:W3CDTF">2017-02-01T12:34:00Z</dcterms:modified>
</cp:coreProperties>
</file>